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0FCB">
        <w:rPr>
          <w:bCs/>
        </w:rPr>
        <w:t xml:space="preserve">: </w:t>
      </w:r>
      <w:r w:rsidRPr="00F00FCB">
        <w:rPr>
          <w:b/>
        </w:rPr>
        <w:t>„</w:t>
      </w:r>
      <w:r w:rsidR="00F00FCB" w:rsidRPr="00F00FCB">
        <w:rPr>
          <w:b/>
        </w:rPr>
        <w:t>Vypracování statických posudků pro určení maximálního možného přitížení střech</w:t>
      </w:r>
      <w:r w:rsidRPr="00F00FCB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1 Formulář ČP o splnění základní způsobilosti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2 Formulář nabídky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 xml:space="preserve">Příloha 3 Soupis prací 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 xml:space="preserve">Příloha 4 </w:t>
      </w:r>
      <w:r>
        <w:rPr>
          <w:sz w:val="18"/>
          <w:szCs w:val="18"/>
        </w:rPr>
        <w:t>Návrh Smlouvy</w:t>
      </w:r>
      <w:r w:rsidRPr="00771CC9">
        <w:rPr>
          <w:sz w:val="18"/>
          <w:szCs w:val="18"/>
        </w:rPr>
        <w:t xml:space="preserve"> o dílo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5 Posudky TZ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6 Podklady ke statickému posouzení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7 Čestné prohlášení k Registru smluv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8 Čestné prohlášení ve vztahu k zakázaným dohodám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 xml:space="preserve">Příloha 9 </w:t>
      </w:r>
      <w:r w:rsidRPr="00771CC9">
        <w:rPr>
          <w:rFonts w:ascii="Verdana" w:hAnsi="Verdana"/>
          <w:sz w:val="18"/>
          <w:szCs w:val="20"/>
        </w:rPr>
        <w:t>Čestné prohlášení Analýza nebezpečí a hodnocení rizik</w:t>
      </w:r>
    </w:p>
    <w:p w:rsidR="00F00FCB" w:rsidRPr="00771CC9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10 Analýza nebezpečí a hodnocení rizik</w:t>
      </w:r>
    </w:p>
    <w:p w:rsidR="00F00FCB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</w:r>
      <w:r w:rsidRPr="00771CC9">
        <w:rPr>
          <w:sz w:val="18"/>
          <w:szCs w:val="18"/>
        </w:rPr>
        <w:t>Příloha 11 Opatření pro postup v případě anonymního oznámení o NVS</w:t>
      </w:r>
    </w:p>
    <w:p w:rsidR="00F00FCB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  <w:t xml:space="preserve">Příloha 12 </w:t>
      </w:r>
      <w:r w:rsidRPr="00780477">
        <w:rPr>
          <w:sz w:val="18"/>
          <w:szCs w:val="18"/>
        </w:rPr>
        <w:t>Čestní prohlášení o zdravotní a smyslové způsobilosti</w:t>
      </w:r>
    </w:p>
    <w:p w:rsidR="00F00FCB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  <w:t xml:space="preserve">Příloha 13 </w:t>
      </w:r>
      <w:r w:rsidRPr="002D33E0">
        <w:rPr>
          <w:sz w:val="18"/>
          <w:szCs w:val="18"/>
        </w:rPr>
        <w:t>Vzor čestného prohlášení SŽ Bp1</w:t>
      </w:r>
    </w:p>
    <w:p w:rsidR="00F00FCB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  <w:t xml:space="preserve">Příloha 14 </w:t>
      </w:r>
      <w:r w:rsidRPr="00780477">
        <w:rPr>
          <w:sz w:val="18"/>
          <w:szCs w:val="18"/>
        </w:rPr>
        <w:t>Vzor čestného prohlášení BOZP</w:t>
      </w:r>
    </w:p>
    <w:p w:rsidR="00F00FCB" w:rsidRDefault="00F00FCB" w:rsidP="00F00FCB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ab/>
        <w:t>Příloha 15 BOZP při práci ve výškách a nad volnou hloubkou</w:t>
      </w:r>
    </w:p>
    <w:p w:rsidR="00763035" w:rsidRPr="00763035" w:rsidRDefault="00763035" w:rsidP="00F00FCB">
      <w:pPr>
        <w:pStyle w:val="Doplujcdaje"/>
        <w:rPr>
          <w:color w:val="FF0000"/>
          <w:sz w:val="18"/>
          <w:szCs w:val="18"/>
        </w:rPr>
      </w:pPr>
      <w:r>
        <w:rPr>
          <w:sz w:val="18"/>
          <w:szCs w:val="18"/>
        </w:rPr>
        <w:tab/>
      </w:r>
      <w:r w:rsidRPr="00763035">
        <w:rPr>
          <w:sz w:val="18"/>
          <w:szCs w:val="18"/>
        </w:rPr>
        <w:t>Příloha 16</w:t>
      </w:r>
      <w:r w:rsidRPr="00763035">
        <w:rPr>
          <w:sz w:val="18"/>
          <w:szCs w:val="18"/>
        </w:rPr>
        <w:t xml:space="preserve"> Čestné prohlášení o střetu zájmů</w:t>
      </w:r>
    </w:p>
    <w:p w:rsidR="00F00FCB" w:rsidRPr="00CF2DAE" w:rsidRDefault="00F00FCB" w:rsidP="00F00FCB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CF2DAE">
        <w:rPr>
          <w:b/>
        </w:rPr>
        <w:t xml:space="preserve">„Vypracování statických posudků pro určení maximálního možného přitížení střech“ </w:t>
      </w:r>
      <w:r w:rsidRPr="00CF2DAE">
        <w:t>za tuto nabídkovou cenu zp</w:t>
      </w:r>
      <w:r>
        <w:t>racovanou dle soupisu prací</w:t>
      </w:r>
      <w:r w:rsidRPr="00CF2DAE">
        <w:t>:</w:t>
      </w:r>
    </w:p>
    <w:p w:rsidR="00F00FCB" w:rsidRDefault="00F00FCB" w:rsidP="00F00FCB">
      <w:pPr>
        <w:autoSpaceDE w:val="0"/>
        <w:autoSpaceDN w:val="0"/>
        <w:spacing w:after="0" w:line="240" w:lineRule="auto"/>
        <w:ind w:left="284"/>
        <w:rPr>
          <w:snapToGrid w:val="0"/>
        </w:rPr>
      </w:pPr>
      <w:r w:rsidRPr="00CF2DAE">
        <w:t>(</w:t>
      </w:r>
      <w:r w:rsidRPr="00CF2DAE">
        <w:rPr>
          <w:snapToGrid w:val="0"/>
        </w:rPr>
        <w:t xml:space="preserve">Celková nabídková cena bez DPH, </w:t>
      </w:r>
      <w:r w:rsidRPr="00CF2DAE">
        <w:rPr>
          <w:b/>
          <w:snapToGrid w:val="0"/>
        </w:rPr>
        <w:t>přesně</w:t>
      </w:r>
      <w:r w:rsidRPr="00CF2DAE">
        <w:rPr>
          <w:snapToGrid w:val="0"/>
        </w:rPr>
        <w:t xml:space="preserve"> </w:t>
      </w:r>
      <w:r w:rsidRPr="00CF2DAE">
        <w:rPr>
          <w:b/>
          <w:bCs/>
          <w:snapToGrid w:val="0"/>
        </w:rPr>
        <w:t>dle položkového rozpočtu</w:t>
      </w:r>
      <w:r w:rsidRPr="00CF2DAE">
        <w:rPr>
          <w:snapToGrid w:val="0"/>
        </w:rPr>
        <w:t xml:space="preserve">) </w:t>
      </w:r>
    </w:p>
    <w:p w:rsidR="00F05536" w:rsidRPr="00F05536" w:rsidRDefault="00F05536" w:rsidP="00F00FCB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Pr="00BB46F9">
        <w:rPr>
          <w:b/>
          <w:bCs/>
          <w:highlight w:val="yellow"/>
        </w:rPr>
        <w:t>……………… Kč</w:t>
      </w:r>
    </w:p>
    <w:p w:rsidR="00F00FCB" w:rsidRPr="00F05536" w:rsidRDefault="00F00FCB" w:rsidP="00F00FCB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lastRenderedPageBreak/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CF2DAE">
        <w:t>uzavření smlouvy o dílo.</w:t>
      </w:r>
    </w:p>
    <w:p w:rsidR="00F00FCB" w:rsidRPr="007364DE" w:rsidRDefault="00F00FCB" w:rsidP="00F00FCB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F00FCB" w:rsidRPr="00CF2DAE" w:rsidRDefault="00F00FCB" w:rsidP="00F00FCB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412A27">
        <w:rPr>
          <w:b/>
        </w:rPr>
        <w:t>květen</w:t>
      </w:r>
      <w:r w:rsidRPr="00CF2DAE">
        <w:rPr>
          <w:b/>
        </w:rPr>
        <w:t xml:space="preserve"> 2022 – ihned po nabytí účinnosti smlouvy uveřejněním v Registru smluv</w:t>
      </w:r>
    </w:p>
    <w:p w:rsidR="00F00FCB" w:rsidRPr="007364DE" w:rsidRDefault="00F00FCB" w:rsidP="00F00FCB">
      <w:pPr>
        <w:pStyle w:val="Zhlav"/>
        <w:tabs>
          <w:tab w:val="clear" w:pos="4536"/>
          <w:tab w:val="left" w:pos="1843"/>
        </w:tabs>
        <w:ind w:left="284"/>
      </w:pPr>
      <w:r w:rsidRPr="00CF2DAE">
        <w:t xml:space="preserve">Ukončení díla: </w:t>
      </w:r>
      <w:r w:rsidR="00412A27">
        <w:rPr>
          <w:b/>
        </w:rPr>
        <w:t>srpen</w:t>
      </w:r>
      <w:r w:rsidRPr="00CF2DAE">
        <w:rPr>
          <w:b/>
        </w:rPr>
        <w:t xml:space="preserve"> 2022</w:t>
      </w:r>
      <w:r w:rsidRPr="00CF2DAE">
        <w:t xml:space="preserve">   </w:t>
      </w:r>
      <w:r w:rsidRPr="007364DE">
        <w:tab/>
      </w:r>
    </w:p>
    <w:p w:rsidR="00F00FCB" w:rsidRPr="007364DE" w:rsidRDefault="00F00FCB" w:rsidP="00F00FCB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>
        <w:t xml:space="preserve">astními kapacitami provedeme: </w:t>
      </w:r>
      <w:r>
        <w:tab/>
      </w:r>
      <w:r w:rsidRPr="00BB46F9">
        <w:rPr>
          <w:highlight w:val="yellow"/>
        </w:rPr>
        <w:t>…</w:t>
      </w:r>
      <w:proofErr w:type="gramStart"/>
      <w:r w:rsidRPr="00BB46F9">
        <w:rPr>
          <w:highlight w:val="yellow"/>
        </w:rPr>
        <w:t>…..</w:t>
      </w:r>
      <w:r w:rsidRPr="007364DE">
        <w:t>% veřejné</w:t>
      </w:r>
      <w:proofErr w:type="gramEnd"/>
      <w:r w:rsidRPr="007364DE">
        <w:t xml:space="preserve"> zakázky.</w:t>
      </w:r>
    </w:p>
    <w:p w:rsidR="00F00FCB" w:rsidRPr="007364DE" w:rsidRDefault="00F00FCB" w:rsidP="00F00FCB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F00FCB" w:rsidRPr="007364DE" w:rsidRDefault="00F00FCB" w:rsidP="00F00FCB">
      <w:pPr>
        <w:spacing w:after="120"/>
        <w:ind w:firstLine="284"/>
      </w:pPr>
      <w:r w:rsidRPr="00BB46F9">
        <w:rPr>
          <w:highlight w:val="yellow"/>
        </w:rPr>
        <w:t>……………………………….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F00FCB" w:rsidRPr="00CF2DAE">
        <w:t>smlouva 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bookmarkStart w:id="0" w:name="_GoBack"/>
      <w:bookmarkEnd w:id="0"/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30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30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30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30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12A2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3035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50EAD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0FCB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AD38D9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8C6324-AF83-4CD8-A3F1-1514DDB2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498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4</cp:revision>
  <cp:lastPrinted>2017-11-28T17:18:00Z</cp:lastPrinted>
  <dcterms:created xsi:type="dcterms:W3CDTF">2022-04-22T08:28:00Z</dcterms:created>
  <dcterms:modified xsi:type="dcterms:W3CDTF">2022-04-25T07:59:00Z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